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861" w:rsidRPr="00421267" w:rsidRDefault="00421267" w:rsidP="00A5686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u w:val="single"/>
          <w:lang w:val="it-IT" w:eastAsia="de-DE"/>
        </w:rPr>
      </w:pPr>
      <w:r>
        <w:rPr>
          <w:rFonts w:ascii="Arial" w:eastAsia="Times New Roman" w:hAnsi="Arial" w:cs="Arial"/>
          <w:bCs/>
          <w:u w:val="single"/>
          <w:lang w:val="it-IT" w:eastAsia="de-DE"/>
        </w:rPr>
        <w:t>Convegno delle Caritas parrocchiali</w:t>
      </w:r>
      <w:r w:rsidR="00A56861" w:rsidRPr="00421267">
        <w:rPr>
          <w:rFonts w:ascii="Arial" w:eastAsia="Times New Roman" w:hAnsi="Arial" w:cs="Arial"/>
          <w:bCs/>
          <w:u w:val="single"/>
          <w:lang w:val="it-IT" w:eastAsia="de-DE"/>
        </w:rPr>
        <w:t xml:space="preserve"> 2025</w:t>
      </w:r>
    </w:p>
    <w:p w:rsidR="00A56861" w:rsidRPr="00421267" w:rsidRDefault="00421267" w:rsidP="00A5686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8"/>
          <w:szCs w:val="28"/>
          <w:lang w:val="it-IT" w:eastAsia="de-DE"/>
        </w:rPr>
      </w:pPr>
      <w:r>
        <w:rPr>
          <w:rFonts w:ascii="Arial" w:eastAsia="Times New Roman" w:hAnsi="Arial" w:cs="Arial"/>
          <w:b/>
          <w:bCs/>
          <w:sz w:val="28"/>
          <w:szCs w:val="28"/>
          <w:lang w:val="it-IT" w:eastAsia="de-DE"/>
        </w:rPr>
        <w:t>“Incontri che smuovono, reti che rafforzano”</w:t>
      </w:r>
    </w:p>
    <w:p w:rsidR="00421267" w:rsidRPr="00421267" w:rsidRDefault="00421267" w:rsidP="00A5686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>Seguendo il motto “I</w:t>
      </w:r>
      <w:r w:rsidRPr="00421267"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>ncontri</w:t>
      </w:r>
      <w:r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 xml:space="preserve"> che s</w:t>
      </w:r>
      <w:r w:rsidRPr="00421267"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 xml:space="preserve">muovono, reti </w:t>
      </w:r>
      <w:r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 xml:space="preserve">che </w:t>
      </w:r>
      <w:r w:rsidRPr="00421267"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>ra</w:t>
      </w:r>
      <w:r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>fforzano”, sabato si è riunito un folto gruppo di</w:t>
      </w:r>
      <w:r w:rsidRPr="00421267"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 xml:space="preserve"> collaboratori e collaboratrici dell</w:t>
      </w:r>
      <w:r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>e</w:t>
      </w:r>
      <w:r w:rsidRPr="00421267"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 xml:space="preserve"> Caritas parrocchial</w:t>
      </w:r>
      <w:r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>i</w:t>
      </w:r>
      <w:r w:rsidRPr="00421267"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>, volontari e</w:t>
      </w:r>
      <w:r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 xml:space="preserve"> volontarie e persone a vario titolo interessate</w:t>
      </w:r>
      <w:r w:rsidRPr="00421267"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 xml:space="preserve"> per</w:t>
      </w:r>
      <w:r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 xml:space="preserve"> l’annuale convegno</w:t>
      </w:r>
      <w:r w:rsidRPr="00421267"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 xml:space="preserve"> presso il Centro pastorale di Bolzano. Al centro dell’incontro temi come</w:t>
      </w:r>
      <w:r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 xml:space="preserve"> la</w:t>
      </w:r>
      <w:r w:rsidRPr="00421267"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 xml:space="preserve"> solitudine, </w:t>
      </w:r>
      <w:r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 xml:space="preserve">il </w:t>
      </w:r>
      <w:r w:rsidRPr="00421267"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 xml:space="preserve">senso di sicurezza, </w:t>
      </w:r>
      <w:proofErr w:type="spellStart"/>
      <w:r w:rsidRPr="00421267"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>Caring</w:t>
      </w:r>
      <w:proofErr w:type="spellEnd"/>
      <w:r w:rsidRPr="00421267"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 xml:space="preserve"> </w:t>
      </w:r>
      <w:proofErr w:type="spellStart"/>
      <w:r w:rsidRPr="00421267"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>Communities</w:t>
      </w:r>
      <w:proofErr w:type="spellEnd"/>
      <w:r w:rsidRPr="00421267"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 xml:space="preserve"> (comunità </w:t>
      </w:r>
      <w:r w:rsidR="00260E3E"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>solidali</w:t>
      </w:r>
      <w:r w:rsidRPr="00421267">
        <w:rPr>
          <w:rFonts w:ascii="Arial" w:eastAsia="Times New Roman" w:hAnsi="Arial" w:cs="Arial"/>
          <w:b/>
          <w:bCs/>
          <w:sz w:val="20"/>
          <w:szCs w:val="20"/>
          <w:lang w:val="it-IT" w:eastAsia="de-DE"/>
        </w:rPr>
        <w:t>) e l’importanza dei legami sociali.</w:t>
      </w:r>
    </w:p>
    <w:p w:rsidR="00421267" w:rsidRPr="00421267" w:rsidRDefault="00421267" w:rsidP="00A5686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  <w:lang w:val="it-IT" w:eastAsia="de-DE"/>
        </w:rPr>
      </w:pP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“Le Caritas parrocchiali sono un luogo imprescindibile </w:t>
      </w:r>
      <w:r>
        <w:rPr>
          <w:rFonts w:ascii="Arial" w:eastAsia="Times New Roman" w:hAnsi="Arial" w:cs="Arial"/>
          <w:bCs/>
          <w:sz w:val="20"/>
          <w:szCs w:val="20"/>
          <w:lang w:val="it-IT" w:eastAsia="de-DE"/>
        </w:rPr>
        <w:t>per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sperimentare solidarietà e umanità</w:t>
      </w:r>
      <w:r>
        <w:rPr>
          <w:rFonts w:ascii="Arial" w:eastAsia="Times New Roman" w:hAnsi="Arial" w:cs="Arial"/>
          <w:bCs/>
          <w:sz w:val="20"/>
          <w:szCs w:val="20"/>
          <w:lang w:val="it-IT" w:eastAsia="de-DE"/>
        </w:rPr>
        <w:t>. Insieme a numerosi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volontari </w:t>
      </w:r>
      <w:r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e volontarie 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>continuiamo a costruire sul territorio quella rete forte che a</w:t>
      </w:r>
      <w:r>
        <w:rPr>
          <w:rFonts w:ascii="Arial" w:eastAsia="Times New Roman" w:hAnsi="Arial" w:cs="Arial"/>
          <w:bCs/>
          <w:sz w:val="20"/>
          <w:szCs w:val="20"/>
          <w:lang w:val="it-IT" w:eastAsia="de-DE"/>
        </w:rPr>
        <w:t>ccoglie e accompagna molte persone”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>, ha sottolineato in apertura la direttrice della Caritas, Beatrix Mairhofer.</w:t>
      </w:r>
    </w:p>
    <w:p w:rsidR="00421267" w:rsidRPr="00421267" w:rsidRDefault="00421267" w:rsidP="00A5686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  <w:lang w:val="it-IT" w:eastAsia="de-DE"/>
        </w:rPr>
      </w:pP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>Stimoli e spunti sono arrivati da Ennio Ripamonti, esperto di scienze psicosociali di Milano, e da Ingrid Böhler, specialista in interventi socio-spaziali de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>l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>l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>a regione austriaca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</w:t>
      </w:r>
      <w:proofErr w:type="spellStart"/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>Vorarlberg</w:t>
      </w:r>
      <w:proofErr w:type="spellEnd"/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>. Ripamonti ha evidenziato l’importan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>za di nuove competenze e di ‘un’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>intelligenza connettiva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>’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: 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>“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>Creare legami sociali in una comunità è complesso e non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c’è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una ricetta 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>semplice da seguire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. 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>Per dare vita a reti solide s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>ervono persone c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apaci di 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>costrui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>re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ponti e intrecci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>are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relazioni tra scuola, servizi sociali, parrocchia e altri 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>soggetti”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>. Böhler ha parlato di solitudine e ha invitato a un cambio di prospettiv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>a verso la percezione di sicurezza: “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Molte persone si sentono sole 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>quando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non hanno accesso alle comunità. Il lavoro di rete può 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>costruire ponti di unione in questo senso”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>.</w:t>
      </w:r>
    </w:p>
    <w:p w:rsidR="00421267" w:rsidRPr="00421267" w:rsidRDefault="00421267" w:rsidP="00A5686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  <w:lang w:val="it-IT" w:eastAsia="de-DE"/>
        </w:rPr>
      </w:pP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>Un altro momento signifi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>cativo è stato la premiazione d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>i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alcuni storici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gruppi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di Caritas parrocchiali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: </w:t>
      </w:r>
      <w:r w:rsidR="006E123D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Bolzano Cristo Re - S. Quirino (55 anni), 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>S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>anta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Christina (oltre 50 anni), Vipiteno</w:t>
      </w:r>
      <w:r w:rsidR="006E123D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e Termeno (45 anni),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</w:t>
      </w:r>
      <w:r w:rsidR="006E123D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S. 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>Maria Assu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nta di Merano </w:t>
      </w:r>
      <w:r w:rsidR="006E123D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e Lagundo 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>(oltre 30 anni). “Questo convegno ci dona stimoli nuovi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e </w:t>
      </w:r>
      <w:r w:rsidR="006E123D">
        <w:rPr>
          <w:rFonts w:ascii="Arial" w:eastAsia="Times New Roman" w:hAnsi="Arial" w:cs="Arial"/>
          <w:bCs/>
          <w:sz w:val="20"/>
          <w:szCs w:val="20"/>
          <w:lang w:val="it-IT" w:eastAsia="de-DE"/>
        </w:rPr>
        <w:t>motivazione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per </w:t>
      </w:r>
      <w:r w:rsidR="006E123D">
        <w:rPr>
          <w:rFonts w:ascii="Arial" w:eastAsia="Times New Roman" w:hAnsi="Arial" w:cs="Arial"/>
          <w:bCs/>
          <w:sz w:val="20"/>
          <w:szCs w:val="20"/>
          <w:lang w:val="it-IT" w:eastAsia="de-DE"/>
        </w:rPr>
        <w:t>affrontare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i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nostri compiti. Un sentito 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>ringraziamento va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a tutti i volontari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e le volontarie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per il loro impegno e la loro te</w:t>
      </w:r>
      <w:r w:rsidR="00260E3E">
        <w:rPr>
          <w:rFonts w:ascii="Arial" w:eastAsia="Times New Roman" w:hAnsi="Arial" w:cs="Arial"/>
          <w:bCs/>
          <w:sz w:val="20"/>
          <w:szCs w:val="20"/>
          <w:lang w:val="it-IT" w:eastAsia="de-DE"/>
        </w:rPr>
        <w:t>stimonianza di solidarietà”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>, ha concluso Brigitte Hofmann, responsabile del servizio Caritas parrocchial</w:t>
      </w:r>
      <w:r w:rsidR="006E123D">
        <w:rPr>
          <w:rFonts w:ascii="Arial" w:eastAsia="Times New Roman" w:hAnsi="Arial" w:cs="Arial"/>
          <w:bCs/>
          <w:sz w:val="20"/>
          <w:szCs w:val="20"/>
          <w:lang w:val="it-IT" w:eastAsia="de-DE"/>
        </w:rPr>
        <w:t>i</w:t>
      </w:r>
      <w:r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e volontariato.</w:t>
      </w:r>
    </w:p>
    <w:p w:rsidR="00FC76DE" w:rsidRDefault="00260E3E" w:rsidP="00260E3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  <w:lang w:val="it-IT" w:eastAsia="de-DE"/>
        </w:rPr>
      </w:pPr>
      <w:r>
        <w:rPr>
          <w:rFonts w:ascii="Arial" w:eastAsia="Times New Roman" w:hAnsi="Arial" w:cs="Arial"/>
          <w:bCs/>
          <w:sz w:val="20"/>
          <w:szCs w:val="20"/>
          <w:lang w:val="it-IT" w:eastAsia="de-DE"/>
        </w:rPr>
        <w:t>Per u</w:t>
      </w:r>
      <w:r w:rsidR="00421267"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lteriori informazioni sulle offerte e i progetti </w:t>
      </w:r>
      <w:r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promossi </w:t>
      </w:r>
      <w:r w:rsidR="00421267"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>d</w:t>
      </w:r>
      <w:r>
        <w:rPr>
          <w:rFonts w:ascii="Arial" w:eastAsia="Times New Roman" w:hAnsi="Arial" w:cs="Arial"/>
          <w:bCs/>
          <w:sz w:val="20"/>
          <w:szCs w:val="20"/>
          <w:lang w:val="it-IT" w:eastAsia="de-DE"/>
        </w:rPr>
        <w:t>a</w:t>
      </w:r>
      <w:r w:rsidR="00421267"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>l servizio</w:t>
      </w:r>
      <w:r>
        <w:rPr>
          <w:rFonts w:ascii="Arial" w:eastAsia="Times New Roman" w:hAnsi="Arial" w:cs="Arial"/>
          <w:bCs/>
          <w:sz w:val="20"/>
          <w:szCs w:val="20"/>
          <w:lang w:val="it-IT" w:eastAsia="de-DE"/>
        </w:rPr>
        <w:t>, visitare la pagina web:</w:t>
      </w:r>
      <w:r w:rsidR="00421267" w:rsidRPr="00421267">
        <w:rPr>
          <w:rFonts w:ascii="Arial" w:eastAsia="Times New Roman" w:hAnsi="Arial" w:cs="Arial"/>
          <w:bCs/>
          <w:sz w:val="20"/>
          <w:szCs w:val="20"/>
          <w:lang w:val="it-IT" w:eastAsia="de-DE"/>
        </w:rPr>
        <w:t xml:space="preserve"> </w:t>
      </w:r>
      <w:hyperlink r:id="rId6" w:history="1">
        <w:r w:rsidRPr="001B602B">
          <w:rPr>
            <w:rStyle w:val="Hyperlink"/>
            <w:rFonts w:ascii="Arial" w:eastAsia="Times New Roman" w:hAnsi="Arial" w:cs="Arial"/>
            <w:bCs/>
            <w:sz w:val="20"/>
            <w:szCs w:val="20"/>
            <w:lang w:val="it-IT" w:eastAsia="de-DE"/>
          </w:rPr>
          <w:t>https://caritas.bz.it/it/partecipare/caritas-parrocchiali/formazione.html</w:t>
        </w:r>
      </w:hyperlink>
      <w:r>
        <w:rPr>
          <w:rFonts w:ascii="Arial" w:eastAsia="Times New Roman" w:hAnsi="Arial" w:cs="Arial"/>
          <w:bCs/>
          <w:sz w:val="20"/>
          <w:szCs w:val="20"/>
          <w:lang w:val="it-IT" w:eastAsia="de-DE"/>
        </w:rPr>
        <w:t>.</w:t>
      </w:r>
    </w:p>
    <w:p w:rsidR="00E87B82" w:rsidRDefault="00E87B82" w:rsidP="00260E3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  <w:lang w:val="it-IT" w:eastAsia="de-DE"/>
        </w:rPr>
      </w:pPr>
    </w:p>
    <w:p w:rsidR="00E87B82" w:rsidRPr="00260E3E" w:rsidRDefault="00E87B82" w:rsidP="00260E3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  <w:lang w:val="it-IT" w:eastAsia="de-DE"/>
        </w:rPr>
      </w:pPr>
      <w:r>
        <w:rPr>
          <w:rFonts w:ascii="Arial" w:eastAsia="Times New Roman" w:hAnsi="Arial" w:cs="Arial"/>
          <w:bCs/>
          <w:sz w:val="20"/>
          <w:szCs w:val="20"/>
          <w:lang w:val="it-IT" w:eastAsia="de-DE"/>
        </w:rPr>
        <w:t>Bolzano, 17/11/2025</w:t>
      </w:r>
      <w:bookmarkStart w:id="0" w:name="_GoBack"/>
      <w:bookmarkEnd w:id="0"/>
    </w:p>
    <w:sectPr w:rsidR="00E87B82" w:rsidRPr="00260E3E" w:rsidSect="005B1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63F" w:rsidRDefault="00EB263F" w:rsidP="005B1A65">
      <w:r>
        <w:separator/>
      </w:r>
    </w:p>
  </w:endnote>
  <w:endnote w:type="continuationSeparator" w:id="0">
    <w:p w:rsidR="00EB263F" w:rsidRDefault="00EB263F" w:rsidP="005B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63F" w:rsidRDefault="00EB263F" w:rsidP="005B1A65">
      <w:r>
        <w:separator/>
      </w:r>
    </w:p>
  </w:footnote>
  <w:footnote w:type="continuationSeparator" w:id="0">
    <w:p w:rsidR="00EB263F" w:rsidRDefault="00EB263F" w:rsidP="005B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479A9C9B" wp14:editId="1176AF71">
          <wp:simplePos x="0" y="0"/>
          <wp:positionH relativeFrom="column">
            <wp:posOffset>-513715</wp:posOffset>
          </wp:positionH>
          <wp:positionV relativeFrom="paragraph">
            <wp:posOffset>-451485</wp:posOffset>
          </wp:positionV>
          <wp:extent cx="7568906" cy="107061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1A65" w:rsidRDefault="005B1A6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63F"/>
    <w:rsid w:val="000B3B31"/>
    <w:rsid w:val="001E4228"/>
    <w:rsid w:val="00260E3E"/>
    <w:rsid w:val="002639AD"/>
    <w:rsid w:val="0029609A"/>
    <w:rsid w:val="00421267"/>
    <w:rsid w:val="00453583"/>
    <w:rsid w:val="005A5687"/>
    <w:rsid w:val="005B1A65"/>
    <w:rsid w:val="00602F55"/>
    <w:rsid w:val="006577C2"/>
    <w:rsid w:val="006E123D"/>
    <w:rsid w:val="007D1879"/>
    <w:rsid w:val="007F6833"/>
    <w:rsid w:val="008A68F7"/>
    <w:rsid w:val="00910DCA"/>
    <w:rsid w:val="009A6DBB"/>
    <w:rsid w:val="00A56861"/>
    <w:rsid w:val="00B05E71"/>
    <w:rsid w:val="00C81757"/>
    <w:rsid w:val="00CF2056"/>
    <w:rsid w:val="00DC05D6"/>
    <w:rsid w:val="00E15637"/>
    <w:rsid w:val="00E87B82"/>
    <w:rsid w:val="00EB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24BF1AA"/>
  <w15:docId w15:val="{6A35F781-0286-474B-8696-AB3B73354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56861"/>
    <w:pPr>
      <w:spacing w:after="160" w:line="259" w:lineRule="auto"/>
    </w:pPr>
    <w:rPr>
      <w:rFonts w:asciiTheme="minorHAnsi" w:hAnsiTheme="minorHAnsi"/>
      <w:szCs w:val="22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422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422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1A65"/>
  </w:style>
  <w:style w:type="paragraph" w:styleId="Fuzeile">
    <w:name w:val="footer"/>
    <w:basedOn w:val="Standard"/>
    <w:link w:val="FuzeileZchn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1A65"/>
  </w:style>
  <w:style w:type="paragraph" w:styleId="StandardWeb">
    <w:name w:val="Normal (Web)"/>
    <w:basedOn w:val="Standard"/>
    <w:uiPriority w:val="99"/>
    <w:unhideWhenUsed/>
    <w:rsid w:val="00453583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B05E71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60E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aritas.bz.it/it/partecipare/caritas-parrocchiali/formazione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meinsam\Vorlagen\DIN%20A4%20mit%20L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 A4 mit Logo.dotx</Template>
  <TotalTime>0</TotalTime>
  <Pages>1</Pages>
  <Words>336</Words>
  <Characters>2122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Renata Plattner</cp:lastModifiedBy>
  <cp:revision>8</cp:revision>
  <dcterms:created xsi:type="dcterms:W3CDTF">2025-11-13T08:43:00Z</dcterms:created>
  <dcterms:modified xsi:type="dcterms:W3CDTF">2025-11-17T08:06:00Z</dcterms:modified>
</cp:coreProperties>
</file>